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C32" w:rsidRPr="00D91989" w:rsidRDefault="00EE0C32" w:rsidP="00D91989">
      <w:pPr>
        <w:jc w:val="center"/>
        <w:rPr>
          <w:b/>
          <w:color w:val="FF0000"/>
        </w:rPr>
      </w:pPr>
      <w:r w:rsidRPr="00D91989">
        <w:rPr>
          <w:rFonts w:hint="eastAsia"/>
          <w:b/>
          <w:color w:val="FF0000"/>
        </w:rPr>
        <w:t>运动鞋</w:t>
      </w:r>
      <w:r w:rsidRPr="00D91989">
        <w:rPr>
          <w:b/>
          <w:color w:val="FF0000"/>
        </w:rPr>
        <w:t xml:space="preserve"> </w:t>
      </w:r>
      <w:r w:rsidRPr="00D91989">
        <w:rPr>
          <w:rFonts w:hint="eastAsia"/>
          <w:b/>
          <w:color w:val="FF0000"/>
        </w:rPr>
        <w:t>商店</w:t>
      </w:r>
    </w:p>
    <w:p w:rsidR="00EE0C32" w:rsidRDefault="00EE0C32" w:rsidP="00EE233D">
      <w:pPr>
        <w:pStyle w:val="ListParagraph"/>
        <w:ind w:left="825"/>
      </w:pPr>
      <w:r>
        <w:t xml:space="preserve">A: </w:t>
      </w:r>
      <w:r>
        <w:rPr>
          <w:rFonts w:hint="eastAsia"/>
        </w:rPr>
        <w:t>老板，你好啊！</w:t>
      </w:r>
    </w:p>
    <w:p w:rsidR="00EE0C32" w:rsidRDefault="00EE0C32" w:rsidP="00EE233D">
      <w:pPr>
        <w:pStyle w:val="ListParagraph"/>
        <w:ind w:left="825"/>
      </w:pPr>
      <w:r>
        <w:t xml:space="preserve">B: </w:t>
      </w:r>
      <w:r>
        <w:rPr>
          <w:rFonts w:hint="eastAsia"/>
        </w:rPr>
        <w:t>你好。你想买什么呢？</w:t>
      </w:r>
    </w:p>
    <w:p w:rsidR="00EE0C32" w:rsidRDefault="00EE0C32" w:rsidP="00EE233D">
      <w:pPr>
        <w:pStyle w:val="ListParagraph"/>
        <w:ind w:left="825"/>
      </w:pPr>
      <w:r>
        <w:t xml:space="preserve">A: </w:t>
      </w:r>
      <w:r>
        <w:rPr>
          <w:rFonts w:hint="eastAsia"/>
        </w:rPr>
        <w:t>我想买批发的鞋子。差不多一箱</w:t>
      </w:r>
      <w:r>
        <w:t xml:space="preserve"> </w:t>
      </w:r>
      <w:r>
        <w:rPr>
          <w:rFonts w:hint="eastAsia"/>
        </w:rPr>
        <w:t>。</w:t>
      </w:r>
    </w:p>
    <w:p w:rsidR="00EE0C32" w:rsidRDefault="00EE0C32" w:rsidP="00EE233D">
      <w:pPr>
        <w:pStyle w:val="ListParagraph"/>
        <w:ind w:left="825"/>
      </w:pPr>
      <w:r>
        <w:t xml:space="preserve">B: </w:t>
      </w:r>
      <w:r>
        <w:rPr>
          <w:rFonts w:hint="eastAsia"/>
        </w:rPr>
        <w:t>哇！好呀！本来一双是一百元，那我卖给你一双十元吧。</w:t>
      </w:r>
    </w:p>
    <w:p w:rsidR="00EE0C32" w:rsidRDefault="00EE0C32" w:rsidP="00EE233D">
      <w:pPr>
        <w:pStyle w:val="ListParagraph"/>
        <w:ind w:left="825"/>
      </w:pPr>
      <w:r>
        <w:t xml:space="preserve">A: </w:t>
      </w:r>
      <w:r>
        <w:rPr>
          <w:rFonts w:hint="eastAsia"/>
        </w:rPr>
        <w:t>好啊！谢谢你！我给你十元，。。。我。。。只要。。。一双。。。</w:t>
      </w:r>
    </w:p>
    <w:p w:rsidR="00EE0C32" w:rsidRDefault="00EE0C32" w:rsidP="00EE233D">
      <w:pPr>
        <w:pStyle w:val="ListParagraph"/>
        <w:ind w:left="825"/>
      </w:pPr>
      <w:r>
        <w:t xml:space="preserve">B: </w:t>
      </w:r>
      <w:r>
        <w:rPr>
          <w:rFonts w:hint="eastAsia"/>
        </w:rPr>
        <w:t>哎呀！气</w:t>
      </w:r>
      <w:r>
        <w:t xml:space="preserve"> </w:t>
      </w:r>
      <w:r>
        <w:rPr>
          <w:rFonts w:hint="eastAsia"/>
        </w:rPr>
        <w:t>死我了！！！</w:t>
      </w:r>
    </w:p>
    <w:p w:rsidR="00EE0C32" w:rsidRDefault="00EE0C32" w:rsidP="00EE233D">
      <w:pPr>
        <w:pStyle w:val="ListParagraph"/>
        <w:ind w:left="825"/>
      </w:pPr>
      <w:r>
        <w:t xml:space="preserve">A: </w:t>
      </w:r>
      <w:r>
        <w:rPr>
          <w:rFonts w:hint="eastAsia"/>
        </w:rPr>
        <w:t>老板，我想买三双鞋子啊。。。</w:t>
      </w:r>
    </w:p>
    <w:p w:rsidR="00EE0C32" w:rsidRDefault="00EE0C32" w:rsidP="00EE233D">
      <w:pPr>
        <w:pStyle w:val="ListParagraph"/>
        <w:ind w:left="825"/>
      </w:pPr>
      <w:r>
        <w:t xml:space="preserve">B: </w:t>
      </w:r>
      <w:r>
        <w:rPr>
          <w:rFonts w:hint="eastAsia"/>
        </w:rPr>
        <w:t>好，三双三百元吧！</w:t>
      </w:r>
    </w:p>
    <w:p w:rsidR="00EE0C32" w:rsidRDefault="00EE0C32" w:rsidP="00EE233D">
      <w:pPr>
        <w:pStyle w:val="ListParagraph"/>
        <w:ind w:left="825"/>
      </w:pPr>
      <w:r>
        <w:t xml:space="preserve">A: </w:t>
      </w:r>
      <w:r>
        <w:rPr>
          <w:rFonts w:hint="eastAsia"/>
        </w:rPr>
        <w:t>呀！为什么那么贵啊？我昨天刚在那边的商店买了一双，只要十元。</w:t>
      </w:r>
    </w:p>
    <w:p w:rsidR="00EE0C32" w:rsidRDefault="00EE0C32" w:rsidP="00EE233D">
      <w:pPr>
        <w:pStyle w:val="ListParagraph"/>
        <w:ind w:left="825"/>
      </w:pPr>
      <w:r>
        <w:t xml:space="preserve">B: </w:t>
      </w:r>
      <w:r>
        <w:rPr>
          <w:rFonts w:hint="eastAsia"/>
        </w:rPr>
        <w:t>没有那么便宜的。一口价三双三百元。买就买，不买就算。</w:t>
      </w:r>
    </w:p>
    <w:p w:rsidR="00EE0C32" w:rsidRDefault="00EE0C32" w:rsidP="00EE233D">
      <w:pPr>
        <w:pStyle w:val="ListParagraph"/>
        <w:ind w:left="825"/>
      </w:pPr>
      <w:r>
        <w:t xml:space="preserve">A: </w:t>
      </w:r>
      <w:r>
        <w:rPr>
          <w:rFonts w:hint="eastAsia"/>
        </w:rPr>
        <w:t>老板啊。。。你知道吗。。。其实我爱慕你很久了，从我三岁已经爱上你了呀！你真的很好心的人，又很帅呀！你可以买给我十元一双吗？</w:t>
      </w:r>
    </w:p>
    <w:p w:rsidR="00EE0C32" w:rsidRDefault="00EE0C32" w:rsidP="00EE233D">
      <w:pPr>
        <w:pStyle w:val="ListParagraph"/>
        <w:ind w:left="825"/>
      </w:pPr>
      <w:r>
        <w:t xml:space="preserve">B: </w:t>
      </w:r>
      <w:r>
        <w:rPr>
          <w:rFonts w:hint="eastAsia"/>
        </w:rPr>
        <w:t>哎呀！救命啊！太迷人了！真的迷死人了！她那么漂亮啊！好吧。我就卖</w:t>
      </w:r>
      <w:r>
        <w:t xml:space="preserve"> </w:t>
      </w:r>
      <w:r>
        <w:rPr>
          <w:rFonts w:hint="eastAsia"/>
        </w:rPr>
        <w:t>给你三双三元吧！！！</w:t>
      </w:r>
    </w:p>
    <w:p w:rsidR="00EE0C32" w:rsidRDefault="00EE0C32" w:rsidP="00EE233D">
      <w:pPr>
        <w:pStyle w:val="ListParagraph"/>
        <w:ind w:left="825"/>
      </w:pPr>
      <w:r>
        <w:t xml:space="preserve">A: </w:t>
      </w:r>
      <w:r>
        <w:rPr>
          <w:rFonts w:hint="eastAsia"/>
        </w:rPr>
        <w:t>啊！谢谢老板。。。你真的是一个好心人啊！我很爱你啊！！</w:t>
      </w:r>
    </w:p>
    <w:p w:rsidR="00EE0C32" w:rsidRDefault="00EE0C32" w:rsidP="00EE233D">
      <w:pPr>
        <w:pStyle w:val="ListParagraph"/>
        <w:ind w:left="825"/>
      </w:pPr>
      <w:r>
        <w:t xml:space="preserve">A: </w:t>
      </w:r>
      <w:r>
        <w:rPr>
          <w:rFonts w:hint="eastAsia"/>
        </w:rPr>
        <w:t>早上好啊，老板！今天我要十双，你卖给我便宜一点吧！</w:t>
      </w:r>
    </w:p>
    <w:p w:rsidR="00EE0C32" w:rsidRDefault="00EE0C32" w:rsidP="00EE233D">
      <w:pPr>
        <w:pStyle w:val="ListParagraph"/>
        <w:ind w:left="825"/>
      </w:pPr>
      <w:r>
        <w:t xml:space="preserve">B: </w:t>
      </w:r>
      <w:r>
        <w:rPr>
          <w:rFonts w:hint="eastAsia"/>
        </w:rPr>
        <w:t>不行。。。不行</w:t>
      </w:r>
    </w:p>
    <w:p w:rsidR="00EE0C32" w:rsidRDefault="00EE0C32" w:rsidP="00EE233D">
      <w:pPr>
        <w:pStyle w:val="ListParagraph"/>
        <w:ind w:left="825"/>
      </w:pPr>
      <w:r>
        <w:t xml:space="preserve">A: </w:t>
      </w:r>
      <w:r>
        <w:rPr>
          <w:rFonts w:hint="eastAsia"/>
        </w:rPr>
        <w:t>好，那你自己吃自己吧！我去左边的商店买。</w:t>
      </w:r>
    </w:p>
    <w:p w:rsidR="00EE0C32" w:rsidRDefault="00EE0C32" w:rsidP="00EE233D">
      <w:pPr>
        <w:pStyle w:val="ListParagraph"/>
        <w:ind w:left="825"/>
      </w:pPr>
      <w:r>
        <w:t xml:space="preserve">B: </w:t>
      </w:r>
      <w:r>
        <w:rPr>
          <w:rFonts w:hint="eastAsia"/>
        </w:rPr>
        <w:t>漂亮的妹妹，不要走啊！我们可以再要价啊！停啊！停啊！好了，好了，来吧，给你十双，不要钱了，满意了没。。。？</w:t>
      </w:r>
    </w:p>
    <w:p w:rsidR="00EE0C32" w:rsidRDefault="00EE0C32" w:rsidP="00EE233D">
      <w:pPr>
        <w:pStyle w:val="ListParagraph"/>
        <w:ind w:left="825"/>
      </w:pPr>
      <w:r>
        <w:t xml:space="preserve">A: </w:t>
      </w:r>
      <w:r>
        <w:rPr>
          <w:rFonts w:hint="eastAsia"/>
        </w:rPr>
        <w:t>呀！谢谢你啊笨老板。。。哈哈</w:t>
      </w:r>
    </w:p>
    <w:p w:rsidR="00EE0C32" w:rsidRDefault="00EE0C32" w:rsidP="00EE233D">
      <w:pPr>
        <w:pStyle w:val="ListParagraph"/>
        <w:ind w:left="825"/>
      </w:pPr>
      <w:r>
        <w:t xml:space="preserve">B: </w:t>
      </w:r>
      <w:r>
        <w:rPr>
          <w:rFonts w:hint="eastAsia"/>
        </w:rPr>
        <w:t>天啊！真可怜啊！我说错话了，我要关门大吉</w:t>
      </w:r>
      <w:r>
        <w:t xml:space="preserve"> </w:t>
      </w:r>
      <w:r>
        <w:rPr>
          <w:rFonts w:hint="eastAsia"/>
        </w:rPr>
        <w:t>了。。。</w:t>
      </w:r>
    </w:p>
    <w:p w:rsidR="00EE0C32" w:rsidRDefault="00EE0C32" w:rsidP="00863CB1">
      <w:pPr>
        <w:pStyle w:val="ListParagraph"/>
        <w:ind w:left="825"/>
      </w:pPr>
    </w:p>
    <w:p w:rsidR="00EE0C32" w:rsidRDefault="00EE0C32" w:rsidP="008D1D46">
      <w:pPr>
        <w:pStyle w:val="ListParagraph"/>
        <w:ind w:left="825"/>
      </w:pPr>
    </w:p>
    <w:p w:rsidR="00EE0C32" w:rsidRDefault="00EE0C32"/>
    <w:sectPr w:rsidR="00EE0C32" w:rsidSect="001E00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0C10E9"/>
    <w:multiLevelType w:val="hybridMultilevel"/>
    <w:tmpl w:val="AA644E32"/>
    <w:lvl w:ilvl="0" w:tplc="C2107158">
      <w:start w:val="1"/>
      <w:numFmt w:val="upperLetter"/>
      <w:lvlText w:val="%1．"/>
      <w:lvlJc w:val="left"/>
      <w:pPr>
        <w:ind w:left="825" w:hanging="46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1D46"/>
    <w:rsid w:val="001E0049"/>
    <w:rsid w:val="003C7037"/>
    <w:rsid w:val="005057ED"/>
    <w:rsid w:val="005F140C"/>
    <w:rsid w:val="00863CB1"/>
    <w:rsid w:val="008D1D46"/>
    <w:rsid w:val="009B5BA3"/>
    <w:rsid w:val="00D91989"/>
    <w:rsid w:val="00DA2A16"/>
    <w:rsid w:val="00E27D82"/>
    <w:rsid w:val="00EE0C32"/>
    <w:rsid w:val="00EE233D"/>
    <w:rsid w:val="00FA5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049"/>
    <w:pPr>
      <w:spacing w:after="200" w:line="276" w:lineRule="auto"/>
    </w:pPr>
    <w:rPr>
      <w:kern w:val="0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D1D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80</Words>
  <Characters>459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运动鞋 商店</dc:title>
  <dc:subject/>
  <dc:creator>Lenovo</dc:creator>
  <cp:keywords/>
  <dc:description/>
  <cp:lastModifiedBy>User</cp:lastModifiedBy>
  <cp:revision>2</cp:revision>
  <dcterms:created xsi:type="dcterms:W3CDTF">2012-04-08T12:59:00Z</dcterms:created>
  <dcterms:modified xsi:type="dcterms:W3CDTF">2012-04-08T12:59:00Z</dcterms:modified>
</cp:coreProperties>
</file>