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AC" w:rsidRDefault="00535BAC">
      <w:r>
        <w:t xml:space="preserve"> </w:t>
      </w:r>
      <w:r>
        <w:rPr>
          <w:rFonts w:hint="eastAsia"/>
        </w:rPr>
        <w:t>老板，</w:t>
      </w:r>
      <w:r>
        <w:t xml:space="preserve"> </w:t>
      </w:r>
      <w:r>
        <w:rPr>
          <w:rFonts w:hint="eastAsia"/>
        </w:rPr>
        <w:t>玫瑰怎么卖？</w:t>
      </w:r>
    </w:p>
    <w:p w:rsidR="00535BAC" w:rsidRDefault="00535BAC">
      <w:r>
        <w:rPr>
          <w:rFonts w:hint="eastAsia"/>
        </w:rPr>
        <w:t>你好先生，情人节快到了。我们的玫瑰花是最新鲜的。</w:t>
      </w:r>
      <w:r>
        <w:t xml:space="preserve"> </w:t>
      </w:r>
      <w:r>
        <w:rPr>
          <w:rFonts w:hint="eastAsia"/>
        </w:rPr>
        <w:t>十元一支，你买多少？</w:t>
      </w:r>
    </w:p>
    <w:p w:rsidR="00535BAC" w:rsidRDefault="00535BAC">
      <w:r>
        <w:rPr>
          <w:rFonts w:hint="eastAsia"/>
        </w:rPr>
        <w:t>为什么这么贵，可以算便宜一些吗？</w:t>
      </w:r>
    </w:p>
    <w:p w:rsidR="00535BAC" w:rsidRDefault="00535BAC">
      <w:r>
        <w:rPr>
          <w:rFonts w:hint="eastAsia"/>
        </w:rPr>
        <w:t>不行，　你不买可以走吧。</w:t>
      </w:r>
    </w:p>
    <w:p w:rsidR="00535BAC" w:rsidRDefault="00535BAC">
      <w:r>
        <w:rPr>
          <w:rFonts w:hint="eastAsia"/>
        </w:rPr>
        <w:t>我有十个女朋友，我要买一千支玫瑰送给她们。给我一个好价钱吧。</w:t>
      </w:r>
    </w:p>
    <w:p w:rsidR="00535BAC" w:rsidRDefault="00535BAC">
      <w:r>
        <w:rPr>
          <w:rFonts w:hint="eastAsia"/>
        </w:rPr>
        <w:t>如果你真是买一千支，九元一支吧。</w:t>
      </w:r>
    </w:p>
    <w:p w:rsidR="00535BAC" w:rsidRDefault="00535BAC">
      <w:r>
        <w:rPr>
          <w:rFonts w:hint="eastAsia"/>
        </w:rPr>
        <w:t>九元一支不是好价钱。我觉得一定没有人比我买那么多。如果没有好的价钱，我会去别的花店买。</w:t>
      </w:r>
    </w:p>
    <w:p w:rsidR="00535BAC" w:rsidRDefault="00535BAC">
      <w:r>
        <w:rPr>
          <w:rFonts w:hint="eastAsia"/>
        </w:rPr>
        <w:t>九元一支是很好的价钱了，再便宜我会关门了富翁。</w:t>
      </w:r>
    </w:p>
    <w:p w:rsidR="00535BAC" w:rsidRDefault="00535BAC">
      <w:r>
        <w:rPr>
          <w:rFonts w:hint="eastAsia"/>
        </w:rPr>
        <w:t>那算了，再见。</w:t>
      </w:r>
    </w:p>
    <w:p w:rsidR="00535BAC" w:rsidRDefault="00535BAC">
      <w:r>
        <w:rPr>
          <w:rFonts w:hint="eastAsia"/>
        </w:rPr>
        <w:t>好好，别走。七元一只吧。</w:t>
      </w:r>
    </w:p>
    <w:p w:rsidR="00535BAC" w:rsidRDefault="00535BAC">
      <w:r>
        <w:rPr>
          <w:rFonts w:hint="eastAsia"/>
        </w:rPr>
        <w:t>老板，你的年纪不少了，你看上去不差。我觉得你很帅，要不要有一个女朋友？</w:t>
      </w:r>
    </w:p>
    <w:p w:rsidR="00535BAC" w:rsidRDefault="00535BAC">
      <w:r>
        <w:rPr>
          <w:rFonts w:hint="eastAsia"/>
        </w:rPr>
        <w:t>什么？女朋友？</w:t>
      </w:r>
    </w:p>
    <w:p w:rsidR="00535BAC" w:rsidRDefault="00535BAC">
      <w:r>
        <w:rPr>
          <w:rFonts w:hint="eastAsia"/>
        </w:rPr>
        <w:t>是啊！　五元一支，我给你介绍一个漂亮的女朋友。</w:t>
      </w:r>
    </w:p>
    <w:p w:rsidR="00535BAC" w:rsidRDefault="00535BAC">
      <w:r>
        <w:rPr>
          <w:rFonts w:hint="eastAsia"/>
        </w:rPr>
        <w:t>好好，算你五元一支。</w:t>
      </w:r>
    </w:p>
    <w:p w:rsidR="00535BAC" w:rsidRDefault="00535BAC">
      <w:r>
        <w:rPr>
          <w:rFonts w:hint="eastAsia"/>
        </w:rPr>
        <w:t>好，　这是五十元，你先给我十支。明天我再来，买九百九十支和给你介绍女朋友。</w:t>
      </w:r>
    </w:p>
    <w:p w:rsidR="00535BAC" w:rsidRDefault="00535BAC">
      <w:r>
        <w:rPr>
          <w:rFonts w:hint="eastAsia"/>
        </w:rPr>
        <w:t>好好，谢谢，十支，给你，明天一定要给我介绍女朋友呀。</w:t>
      </w:r>
    </w:p>
    <w:sectPr w:rsidR="00535BAC" w:rsidSect="001E0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330"/>
    <w:rsid w:val="00076E21"/>
    <w:rsid w:val="000C4E28"/>
    <w:rsid w:val="001759F7"/>
    <w:rsid w:val="001E0049"/>
    <w:rsid w:val="00535BAC"/>
    <w:rsid w:val="0074686E"/>
    <w:rsid w:val="00856330"/>
    <w:rsid w:val="009C0FEE"/>
    <w:rsid w:val="00A14281"/>
    <w:rsid w:val="00ED4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049"/>
    <w:pPr>
      <w:spacing w:after="200" w:line="276" w:lineRule="auto"/>
    </w:pPr>
    <w:rPr>
      <w:kern w:val="0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53</Words>
  <Characters>306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老板， 玫瑰怎么卖？</dc:title>
  <dc:subject/>
  <dc:creator>Lenovo</dc:creator>
  <cp:keywords/>
  <dc:description/>
  <cp:lastModifiedBy>User</cp:lastModifiedBy>
  <cp:revision>2</cp:revision>
  <dcterms:created xsi:type="dcterms:W3CDTF">2012-04-08T12:58:00Z</dcterms:created>
  <dcterms:modified xsi:type="dcterms:W3CDTF">2012-04-08T12:58:00Z</dcterms:modified>
</cp:coreProperties>
</file>